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34F2478A" w:rsidR="00676F0F" w:rsidRPr="00AB0FFB" w:rsidRDefault="00B12D92" w:rsidP="00055092">
      <w:pPr>
        <w:pStyle w:val="Podnadpis"/>
        <w:spacing w:line="240" w:lineRule="auto"/>
        <w:rPr>
          <w:rFonts w:cs="Arial"/>
          <w:b w:val="0"/>
          <w:caps/>
          <w:sz w:val="28"/>
          <w:szCs w:val="24"/>
          <w:u w:val="single"/>
        </w:rPr>
      </w:pPr>
      <w:r w:rsidRPr="00AB0FFB">
        <w:rPr>
          <w:rFonts w:cs="Arial"/>
          <w:caps/>
          <w:sz w:val="28"/>
          <w:szCs w:val="24"/>
          <w:u w:val="single"/>
        </w:rPr>
        <w:t xml:space="preserve">SEZNAM </w:t>
      </w:r>
      <w:r w:rsidR="00676F0F" w:rsidRPr="00AB0FFB">
        <w:rPr>
          <w:rFonts w:cs="Arial"/>
          <w:caps/>
          <w:sz w:val="28"/>
          <w:szCs w:val="24"/>
          <w:u w:val="single"/>
        </w:rPr>
        <w:t>poddodavatelů</w:t>
      </w:r>
      <w:r w:rsidR="00371460" w:rsidRPr="00AB0FFB">
        <w:rPr>
          <w:rFonts w:cs="Arial"/>
          <w:caps/>
          <w:sz w:val="28"/>
          <w:szCs w:val="24"/>
          <w:u w:val="single"/>
        </w:rPr>
        <w:t xml:space="preserve"> </w:t>
      </w:r>
      <w:r w:rsidR="005168FB" w:rsidRPr="00AB0FFB">
        <w:rPr>
          <w:rFonts w:cs="Arial"/>
          <w:caps/>
          <w:sz w:val="28"/>
          <w:szCs w:val="24"/>
          <w:u w:val="single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2EF35BC1" w14:textId="77777777" w:rsidR="00700373" w:rsidRPr="00700373" w:rsidRDefault="00F30516" w:rsidP="00700373">
      <w:pPr>
        <w:pStyle w:val="Podnadpis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00373" w:rsidRPr="00700373">
        <w:rPr>
          <w:rFonts w:cs="Arial"/>
          <w:sz w:val="22"/>
          <w:szCs w:val="22"/>
        </w:rPr>
        <w:t xml:space="preserve">Dodávky toaletního papíru a papírových ručníků </w:t>
      </w:r>
    </w:p>
    <w:p w14:paraId="0A2B943A" w14:textId="4913CDE9" w:rsidR="00F30516" w:rsidRPr="002C3C93" w:rsidRDefault="00700373" w:rsidP="00700373">
      <w:pPr>
        <w:pStyle w:val="Podnadpis"/>
        <w:ind w:left="2832"/>
        <w:jc w:val="left"/>
        <w:rPr>
          <w:rFonts w:cs="Arial"/>
          <w:sz w:val="22"/>
          <w:szCs w:val="22"/>
        </w:rPr>
      </w:pPr>
      <w:r w:rsidRPr="00700373">
        <w:rPr>
          <w:rFonts w:cs="Arial"/>
          <w:sz w:val="22"/>
          <w:szCs w:val="22"/>
        </w:rPr>
        <w:t>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055092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AB0FF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6598F2F" w14:textId="77777777" w:rsidR="00A248D4" w:rsidRDefault="00A248D4" w:rsidP="00A248D4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 § 74 odst. 1 zákona, jelikož není dodavatelem který:</w:t>
      </w:r>
    </w:p>
    <w:p w14:paraId="74D6D477" w14:textId="77777777" w:rsidR="00A248D4" w:rsidRPr="00F445EF" w:rsidRDefault="00A248D4" w:rsidP="006C3F73">
      <w:pPr>
        <w:pStyle w:val="Podnadpis"/>
        <w:numPr>
          <w:ilvl w:val="0"/>
          <w:numId w:val="18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0A1C3A0" w14:textId="77777777" w:rsidR="00A248D4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08DACEA2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D35D9EB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5F5E7A3" w:rsidR="005168FB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CAED82E" w14:textId="77777777" w:rsidR="00A248D4" w:rsidRDefault="00A248D4" w:rsidP="00A248D4">
      <w:pPr>
        <w:rPr>
          <w:rFonts w:ascii="Arial" w:hAnsi="Arial" w:cs="Arial"/>
        </w:rPr>
      </w:pPr>
    </w:p>
    <w:p w14:paraId="59B48732" w14:textId="77777777" w:rsidR="00A248D4" w:rsidRDefault="00A248D4" w:rsidP="00A248D4">
      <w:pPr>
        <w:rPr>
          <w:rFonts w:ascii="Arial" w:hAnsi="Arial" w:cs="Arial"/>
        </w:rPr>
      </w:pPr>
    </w:p>
    <w:p w14:paraId="656E5498" w14:textId="77777777" w:rsidR="00A248D4" w:rsidRPr="00A248D4" w:rsidRDefault="00A248D4" w:rsidP="00A248D4">
      <w:pPr>
        <w:rPr>
          <w:rFonts w:ascii="Arial" w:hAnsi="Arial" w:cs="Arial"/>
        </w:rPr>
      </w:pPr>
    </w:p>
    <w:p w14:paraId="2C59DD14" w14:textId="1EFC7624" w:rsidR="00EE1B3F" w:rsidRPr="00AB0FFB" w:rsidRDefault="004C4ABE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AB0FFB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AB0FFB" w:rsidRDefault="00662455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3530BB5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8C84E88" w14:textId="77777777" w:rsidR="00700373" w:rsidRDefault="00700373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50890FD2" w14:textId="77777777" w:rsidR="00700373" w:rsidRPr="002C3C93" w:rsidRDefault="00700373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A80B6" w14:textId="77777777" w:rsidR="00086E95" w:rsidRDefault="00086E95">
      <w:r>
        <w:separator/>
      </w:r>
    </w:p>
  </w:endnote>
  <w:endnote w:type="continuationSeparator" w:id="0">
    <w:p w14:paraId="36922337" w14:textId="77777777" w:rsidR="00086E95" w:rsidRDefault="0008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5EFA1" w14:textId="77777777" w:rsidR="00086E95" w:rsidRDefault="00086E95">
      <w:r>
        <w:separator/>
      </w:r>
    </w:p>
  </w:footnote>
  <w:footnote w:type="continuationSeparator" w:id="0">
    <w:p w14:paraId="36059CAE" w14:textId="77777777" w:rsidR="00086E95" w:rsidRDefault="00086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064BAC93" w:rsidR="003447A4" w:rsidRPr="00055092" w:rsidRDefault="002C3C93" w:rsidP="00055092">
    <w:pPr>
      <w:jc w:val="right"/>
      <w:rPr>
        <w:rFonts w:ascii="Arial" w:hAnsi="Arial" w:cs="Arial"/>
      </w:rPr>
    </w:pPr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="00055092" w:rsidRPr="00055092">
      <w:rPr>
        <w:rFonts w:ascii="Arial" w:hAnsi="Arial" w:cs="Arial"/>
      </w:rPr>
      <w:t xml:space="preserve">Příloha č. </w:t>
    </w:r>
    <w:r w:rsidR="003C001D">
      <w:rPr>
        <w:rFonts w:ascii="Arial" w:hAnsi="Arial" w:cs="Arial"/>
      </w:rPr>
      <w:t>4</w:t>
    </w:r>
    <w:r w:rsidR="00055092" w:rsidRPr="00055092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1A42B3"/>
    <w:multiLevelType w:val="hybridMultilevel"/>
    <w:tmpl w:val="2ACC2FCA"/>
    <w:lvl w:ilvl="0" w:tplc="19286C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7"/>
  </w:num>
  <w:num w:numId="3" w16cid:durableId="294482200">
    <w:abstractNumId w:val="13"/>
  </w:num>
  <w:num w:numId="4" w16cid:durableId="1759132588">
    <w:abstractNumId w:val="16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5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  <w:num w:numId="18" w16cid:durableId="1255742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092"/>
    <w:rsid w:val="00055FDB"/>
    <w:rsid w:val="00060B1E"/>
    <w:rsid w:val="000646F4"/>
    <w:rsid w:val="000748A5"/>
    <w:rsid w:val="00084A1B"/>
    <w:rsid w:val="00086E95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D73EC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A223C"/>
    <w:rsid w:val="002B0601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C001D"/>
    <w:rsid w:val="003D1FA8"/>
    <w:rsid w:val="003D25AB"/>
    <w:rsid w:val="003E66A2"/>
    <w:rsid w:val="003F1AF8"/>
    <w:rsid w:val="003F3A2C"/>
    <w:rsid w:val="00423DB3"/>
    <w:rsid w:val="00437004"/>
    <w:rsid w:val="00440D65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4F7B02"/>
    <w:rsid w:val="00504860"/>
    <w:rsid w:val="00504F42"/>
    <w:rsid w:val="005166B5"/>
    <w:rsid w:val="005168FB"/>
    <w:rsid w:val="005274E7"/>
    <w:rsid w:val="005410A9"/>
    <w:rsid w:val="005431FB"/>
    <w:rsid w:val="0054429C"/>
    <w:rsid w:val="005642D7"/>
    <w:rsid w:val="00572626"/>
    <w:rsid w:val="00580304"/>
    <w:rsid w:val="0059527C"/>
    <w:rsid w:val="005D0926"/>
    <w:rsid w:val="005D24F8"/>
    <w:rsid w:val="005E22B9"/>
    <w:rsid w:val="005E513F"/>
    <w:rsid w:val="005E6BA5"/>
    <w:rsid w:val="00603950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C3F73"/>
    <w:rsid w:val="00700373"/>
    <w:rsid w:val="00701CD7"/>
    <w:rsid w:val="00707415"/>
    <w:rsid w:val="007477D8"/>
    <w:rsid w:val="00753987"/>
    <w:rsid w:val="0079124B"/>
    <w:rsid w:val="00796BCB"/>
    <w:rsid w:val="007A5CF4"/>
    <w:rsid w:val="007E0E21"/>
    <w:rsid w:val="007E2AA9"/>
    <w:rsid w:val="007E504D"/>
    <w:rsid w:val="007F1032"/>
    <w:rsid w:val="007F5C9C"/>
    <w:rsid w:val="0082056D"/>
    <w:rsid w:val="008430B4"/>
    <w:rsid w:val="00843486"/>
    <w:rsid w:val="00850BC6"/>
    <w:rsid w:val="0086157A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2D24"/>
    <w:rsid w:val="009D349C"/>
    <w:rsid w:val="009F2A84"/>
    <w:rsid w:val="00A029AF"/>
    <w:rsid w:val="00A248D4"/>
    <w:rsid w:val="00A3027C"/>
    <w:rsid w:val="00A31C90"/>
    <w:rsid w:val="00A40340"/>
    <w:rsid w:val="00A417C7"/>
    <w:rsid w:val="00A631B2"/>
    <w:rsid w:val="00A72BE9"/>
    <w:rsid w:val="00A90BEA"/>
    <w:rsid w:val="00AB091B"/>
    <w:rsid w:val="00AB0FF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E4DDD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1C3C"/>
    <w:rsid w:val="00ED3CF0"/>
    <w:rsid w:val="00EE1B3F"/>
    <w:rsid w:val="00EF1E9E"/>
    <w:rsid w:val="00F213CC"/>
    <w:rsid w:val="00F24BAC"/>
    <w:rsid w:val="00F30516"/>
    <w:rsid w:val="00F60598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58241E-45B3-429E-877B-1382826AAA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0EFADA-6355-46F8-8583-FBAF1AB03F4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4FF0EE-D43E-4D2B-9BB1-A3180095F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200</TotalTime>
  <Pages>3</Pages>
  <Words>981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71</cp:revision>
  <cp:lastPrinted>2013-09-18T12:20:00Z</cp:lastPrinted>
  <dcterms:created xsi:type="dcterms:W3CDTF">2022-05-05T12:23:00Z</dcterms:created>
  <dcterms:modified xsi:type="dcterms:W3CDTF">2026-02-17T11:26:00Z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